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3"/>
      </w:tblGrid>
      <w:tr w:rsidR="00C82A53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bookmarkStart w:id="0" w:name="_GoBack"/>
          <w:bookmarkEnd w:id="0"/>
          <w:p w:rsidR="004A5F7F" w:rsidRPr="00FB6F14" w:rsidRDefault="000424D2" w:rsidP="000424D2">
            <w:pPr>
              <w:spacing w:line="320" w:lineRule="atLeast"/>
              <w:rPr>
                <w:sz w:val="24"/>
                <w:szCs w:val="24"/>
              </w:rPr>
            </w:pPr>
            <w:r>
              <w:rPr>
                <w:noProof/>
                <w:sz w:val="20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0" allowOverlap="1">
                      <wp:simplePos x="0" y="0"/>
                      <wp:positionH relativeFrom="page">
                        <wp:posOffset>6769100</wp:posOffset>
                      </wp:positionH>
                      <wp:positionV relativeFrom="page">
                        <wp:posOffset>10081260</wp:posOffset>
                      </wp:positionV>
                      <wp:extent cx="647700" cy="396240"/>
                      <wp:effectExtent l="0" t="0" r="0" b="3810"/>
                      <wp:wrapNone/>
                      <wp:docPr id="20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24D2" w:rsidRPr="00260E65" w:rsidRDefault="000424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48"/>
                                    </w:rPr>
                                    <w:t>MT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pic="http://schemas.openxmlformats.org/drawingml/2006/picture" xmlns:a14="http://schemas.microsoft.com/office/drawing/2010/main" xmlns:a="http://schemas.openxmlformats.org/drawingml/2006/main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style="position:absolute;left:0;text-align:left;margin-left:533pt;margin-top:793.8pt;width:51pt;height:31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>
                      <v:textbox>
                        <w:txbxContent>
                          <w:p w:rsidRPr="00260E65" w:rsidR="000424D2" w:rsidRDefault="000424D2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rFonts w:ascii="Arial" w:hAnsi="Arial" w:cs="Arial"/>
                              </w:rPr>
                            </w:pPr>
                            <w:r>
                              <w:rPr>
                                <w:b/>
                                <w:bCs/>
                                <w:sz w:val="48"/>
                                <w:rFonts w:ascii="Arial" w:hAnsi="Arial"/>
                              </w:rPr>
                              <w:t xml:space="preserve">MT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A9651A">
              <w:rPr>
                <w:noProof/>
                <w:lang w:val="en-US"/>
              </w:rPr>
              <w:drawing>
                <wp:inline distT="0" distB="0" distL="0" distR="0">
                  <wp:extent cx="1799590" cy="1555750"/>
                  <wp:effectExtent l="0" t="0" r="0" b="6350"/>
                  <wp:docPr id="1" name="Picture 1" title="CoRLogo_M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A53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0424D2">
            <w:pPr>
              <w:rPr>
                <w:sz w:val="24"/>
                <w:szCs w:val="24"/>
                <w:lang w:val="en-GB"/>
              </w:rPr>
            </w:pPr>
          </w:p>
        </w:tc>
      </w:tr>
    </w:tbl>
    <w:p w:rsidR="004A5F7F" w:rsidRPr="00827F78" w:rsidRDefault="00651A76" w:rsidP="000424D2">
      <w:pPr>
        <w:pStyle w:val="MainStyleRight"/>
        <w:widowControl/>
      </w:pPr>
      <w:r>
        <w:t>Brussell, 20 ta’ Novembru 2020</w:t>
      </w:r>
    </w:p>
    <w:p w:rsidR="004A5F7F" w:rsidRPr="00827F78" w:rsidRDefault="004A5F7F" w:rsidP="000424D2">
      <w:pPr>
        <w:pStyle w:val="MainStyleRight"/>
        <w:widowControl/>
      </w:pPr>
    </w:p>
    <w:p w:rsidR="00E07A47" w:rsidRPr="00827F78" w:rsidRDefault="00E07A47" w:rsidP="000424D2">
      <w:pPr>
        <w:pStyle w:val="MainStyleRight"/>
        <w:widowControl/>
      </w:pPr>
    </w:p>
    <w:p w:rsidR="004A5F7F" w:rsidRPr="00827F78" w:rsidRDefault="00651A76" w:rsidP="000424D2">
      <w:pPr>
        <w:pStyle w:val="TitleStyle"/>
        <w:widowControl/>
      </w:pPr>
      <w:r>
        <w:t>AVVIŻ TA’ LAQGĦA</w:t>
      </w:r>
    </w:p>
    <w:p w:rsidR="004A5F7F" w:rsidRPr="00827F78" w:rsidRDefault="004A5F7F" w:rsidP="000424D2">
      <w:pPr>
        <w:pStyle w:val="TitleStyle"/>
        <w:widowControl/>
        <w:rPr>
          <w:b w:val="0"/>
          <w:bCs w:val="0"/>
        </w:rPr>
      </w:pPr>
    </w:p>
    <w:p w:rsidR="004A5F7F" w:rsidRPr="00827F78" w:rsidRDefault="00651A76" w:rsidP="000424D2">
      <w:pPr>
        <w:pStyle w:val="TitleStyle"/>
        <w:widowControl/>
      </w:pPr>
      <w:r>
        <w:t>Is-7 mandat – Kummissjoni SEDEC</w:t>
      </w:r>
    </w:p>
    <w:p w:rsidR="004A5F7F" w:rsidRPr="00827F78" w:rsidRDefault="004A5F7F" w:rsidP="000424D2">
      <w:pPr>
        <w:pStyle w:val="TitleStyle"/>
        <w:widowControl/>
        <w:rPr>
          <w:b w:val="0"/>
          <w:bCs w:val="0"/>
        </w:rPr>
      </w:pPr>
    </w:p>
    <w:p w:rsidR="009C2E1C" w:rsidRPr="00FB6F14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/>
        </w:rPr>
      </w:pPr>
      <w:r>
        <w:rPr>
          <w:b/>
        </w:rPr>
        <w:t>Fid-dawl tas-sitwazzjoni attwali tal-COVID-19, u f’konformità mad-deċiżjoni reċenti tal-President tal-KtR, din il-laqgħa se ssir kollha mill-bogħod: il-parteċipazzjoni fuq il-post mhux se tkun possibbli.</w:t>
      </w:r>
    </w:p>
    <w:p w:rsidR="00CC655B" w:rsidRPr="00FB6F14" w:rsidRDefault="00CC655B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GB"/>
        </w:rPr>
      </w:pPr>
    </w:p>
    <w:p w:rsidR="00CC655B" w:rsidRPr="00FB6F14" w:rsidRDefault="00CC655B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Il-votazzjoni fuq l-emendi u l-Opinjonijiet mhijiex possibbli waqt il-laqgħa tal-kummissjoni. Minflok, il-votazzjoni se ssir mill-bogħod fil-jiem immedjatament wara l-laqgħa</w:t>
      </w:r>
    </w:p>
    <w:p w:rsidR="009C2E1C" w:rsidRPr="00FB6F14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:rsidR="00012A3A" w:rsidRPr="00FB6F14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Il-membri se jirċievu GWIDA PRATTIKA dwar kif għandhom jaqbdu mal-pjattaforma tal-laqgħa mill-bogħod. Id-dokumenti kollha għal-laqgħa se jkunu disponibbli esklużivament fil-Portal tal-Membri.</w:t>
      </w:r>
    </w:p>
    <w:p w:rsidR="009C2E1C" w:rsidRPr="00FB6F14" w:rsidRDefault="009C2E1C">
      <w:pPr>
        <w:jc w:val="center"/>
        <w:rPr>
          <w:lang w:val="en-GB"/>
        </w:rPr>
      </w:pPr>
    </w:p>
    <w:p w:rsidR="004A5F7F" w:rsidRPr="00827F78" w:rsidRDefault="004A5F7F" w:rsidP="00FB6F14">
      <w:pPr>
        <w:pStyle w:val="TitleStyle"/>
        <w:widowControl/>
        <w:spacing w:line="288" w:lineRule="auto"/>
        <w:rPr>
          <w:b w:val="0"/>
          <w:bCs w:val="0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55"/>
        <w:gridCol w:w="6432"/>
      </w:tblGrid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Nru tal-laqgħa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5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President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Anne KARJALAINEN (FI/PSE)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Post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Il-bini tal-Kumitat, rue Belliard 101, 1040 Brussell (JDE52)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Data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447E1">
            <w:r>
              <w:t>25/11/2020 11:00 - 18:30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Data tal-għeluq għat-tressiq tal-emendi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12 ta’ Novembru 2020 fit-3 p.m. (ħin ta’ Brussell)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Data tal-għeluq għat-tressiq tad-delega tal-parteċipazzjoni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24 ta’ Novembru 2020 f’nofsillejl (ħin ta’ Brussell)</w:t>
            </w:r>
          </w:p>
        </w:tc>
      </w:tr>
    </w:tbl>
    <w:p w:rsidR="004A5F7F" w:rsidRPr="00827F78" w:rsidRDefault="004A5F7F" w:rsidP="00FB6F14">
      <w:pPr>
        <w:jc w:val="left"/>
      </w:pPr>
    </w:p>
    <w:p w:rsidR="004A5F7F" w:rsidRPr="00827F78" w:rsidRDefault="004A5F7F" w:rsidP="000424D2">
      <w:pPr>
        <w:jc w:val="left"/>
        <w:rPr>
          <w:b/>
          <w:bCs/>
        </w:rPr>
      </w:pPr>
    </w:p>
    <w:p w:rsidR="004A5F7F" w:rsidRPr="00827F78" w:rsidRDefault="00651A76" w:rsidP="00FB6F14">
      <w:pPr>
        <w:keepNext/>
        <w:jc w:val="left"/>
      </w:pPr>
      <w:r>
        <w:t>Abbozz ta’ aġenda:</w:t>
      </w:r>
    </w:p>
    <w:p w:rsidR="000424D2" w:rsidRPr="00827F78" w:rsidRDefault="000424D2" w:rsidP="00FB6F14">
      <w:pPr>
        <w:keepNext/>
        <w:jc w:val="left"/>
        <w:rPr>
          <w:b/>
          <w:bCs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Adozzjoni tal-abbozz tal-aġenda</w:t>
      </w:r>
    </w:p>
    <w:p w:rsidR="004A5F7F" w:rsidRPr="00FB6F14" w:rsidRDefault="004A5F7F" w:rsidP="000424D2">
      <w:pPr>
        <w:spacing w:line="320" w:lineRule="atLeast"/>
        <w:rPr>
          <w:lang w:val="en-GB"/>
        </w:rPr>
      </w:pPr>
    </w:p>
    <w:p w:rsidR="004A5F7F" w:rsidRDefault="00651A76" w:rsidP="00FB6F14">
      <w:pPr>
        <w:pStyle w:val="Heading1"/>
        <w:rPr>
          <w:b/>
        </w:rPr>
      </w:pPr>
      <w:r>
        <w:rPr>
          <w:b/>
        </w:rPr>
        <w:t>Approvazzjoni tal-minuti tar-4  laqgħa</w:t>
      </w:r>
    </w:p>
    <w:p w:rsidR="00967A63" w:rsidRPr="00651A66" w:rsidRDefault="00967A63" w:rsidP="00207F2A">
      <w:pPr>
        <w:ind w:left="567"/>
      </w:pPr>
      <w:r>
        <w:t>COR-2020-04471-00-00-TCD-TRA</w:t>
      </w:r>
    </w:p>
    <w:p w:rsidR="004A5F7F" w:rsidRPr="00FB6F14" w:rsidRDefault="004A5F7F" w:rsidP="000424D2">
      <w:pPr>
        <w:spacing w:line="320" w:lineRule="atLeast"/>
        <w:rPr>
          <w:lang w:val="en-GB"/>
        </w:rPr>
      </w:pPr>
    </w:p>
    <w:p w:rsidR="00B620C6" w:rsidRDefault="00B620C6" w:rsidP="00FB6F14">
      <w:pPr>
        <w:pStyle w:val="Heading1"/>
        <w:rPr>
          <w:b/>
        </w:rPr>
      </w:pPr>
      <w:r>
        <w:rPr>
          <w:b/>
        </w:rPr>
        <w:t>Stqarrija mill-President</w:t>
      </w:r>
    </w:p>
    <w:p w:rsidR="00B620C6" w:rsidRPr="000F0406" w:rsidRDefault="00B620C6" w:rsidP="000F0406">
      <w:pPr>
        <w:pStyle w:val="Heading1"/>
        <w:numPr>
          <w:ilvl w:val="0"/>
          <w:numId w:val="0"/>
        </w:numPr>
        <w:ind w:left="567"/>
        <w:rPr>
          <w:b/>
          <w:lang w:val="en-GB"/>
        </w:rPr>
      </w:pPr>
    </w:p>
    <w:p w:rsidR="004A5F7F" w:rsidRPr="00FB6F14" w:rsidRDefault="003B05E8" w:rsidP="00FB6F14">
      <w:pPr>
        <w:pStyle w:val="Heading1"/>
        <w:rPr>
          <w:b/>
        </w:rPr>
      </w:pPr>
      <w:r>
        <w:rPr>
          <w:b/>
        </w:rPr>
        <w:t>Dibattitu mas-Sinjura Mariya Gabriel, Kummissarju għall-Innovazzjoni, ir-Riċerka, il-Kultura, l-Edukazzjoni u ż-Żgħażagħ u mas-Sur Apostolos Tzitzikostas, President tal-Kumitat Ewropew tar-Reġjuni</w:t>
      </w:r>
    </w:p>
    <w:p w:rsidR="004A5F7F" w:rsidRPr="00FB6F14" w:rsidRDefault="004A5F7F" w:rsidP="000424D2">
      <w:pPr>
        <w:spacing w:line="320" w:lineRule="atLeast"/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Organizzazzjoni tal-ħidma futura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Pr="00FB6F14" w:rsidRDefault="00651A76" w:rsidP="00FB6F14">
      <w:pPr>
        <w:ind w:left="567"/>
      </w:pPr>
      <w:r>
        <w:t>Għal deċiżjoni: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Opinjonijiet ibbażati fuq konsultazzjonijiet (Artikolu 41(a)) - Ħatra tar-relaturi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Opinjonijiet fuq inizjattiva proprja (Artikolu 41(b)(i))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FB6F14">
      <w:pPr>
        <w:pStyle w:val="ListParagraph"/>
        <w:numPr>
          <w:ilvl w:val="0"/>
          <w:numId w:val="2"/>
        </w:numPr>
        <w:tabs>
          <w:tab w:val="clear" w:pos="726"/>
        </w:tabs>
        <w:ind w:left="850"/>
      </w:pPr>
      <w:r>
        <w:t>Deċiżjoni sabiex titħejja Opinjoni</w:t>
      </w:r>
    </w:p>
    <w:p w:rsidR="004A5F7F" w:rsidRPr="00FB6F14" w:rsidRDefault="00651A76" w:rsidP="00FB6F14">
      <w:pPr>
        <w:pStyle w:val="ListParagraph"/>
        <w:numPr>
          <w:ilvl w:val="0"/>
          <w:numId w:val="5"/>
        </w:numPr>
        <w:tabs>
          <w:tab w:val="clear" w:pos="563"/>
        </w:tabs>
        <w:ind w:left="850"/>
      </w:pPr>
      <w:r>
        <w:t>Ħatra tar-relaturi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Opinjonijiet fuq inizjattiva proprja (Artikolu 41(b)(ii))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FB6F14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>
        <w:t>Deċiżjoni sabiex il-Bureau jintalab l-awtorizzazzjoni għal Opinjoni</w:t>
      </w:r>
    </w:p>
    <w:p w:rsidR="004A5F7F" w:rsidRPr="00FB6F14" w:rsidRDefault="00651A76" w:rsidP="00FB6F14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>
        <w:t>Ħatra proviżorja tar-relaturi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Deċiżjonijiet sabiex ma titħejjiex Opinjoni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Programm ta’ ħidma kontinwa u deċiżjoni dwar l-allokazzjonijiet mill-President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995F3E" w:rsidRDefault="00A84128" w:rsidP="00DC60AE">
      <w:pPr>
        <w:pStyle w:val="Heading2"/>
        <w:ind w:left="567" w:hanging="567"/>
      </w:pPr>
      <w:r>
        <w:t>L-adozzjoni tal-Pjan ta’ Azzjoni Konġunt bejn il-Kumitat Ewropew tar-Reġjuni u d-DĠ Riċerka u Innovazzjoni, iċ-Ċentru Konġunt tar-Riċerka u d-DĠ Edukazzjoni, Kultura, Multilingwiżmu, Żgħażagħ u Sport.</w:t>
      </w:r>
    </w:p>
    <w:p w:rsidR="00A84128" w:rsidRPr="00DC60AE" w:rsidRDefault="00A84128" w:rsidP="00C33F0D">
      <w:pPr>
        <w:pStyle w:val="Heading2"/>
        <w:numPr>
          <w:ilvl w:val="0"/>
          <w:numId w:val="0"/>
        </w:numPr>
        <w:ind w:left="567"/>
      </w:pPr>
    </w:p>
    <w:p w:rsidR="007D2DBA" w:rsidRDefault="007D2DBA" w:rsidP="00DC60AE">
      <w:pPr>
        <w:pStyle w:val="Heading2"/>
        <w:ind w:left="567" w:hanging="567"/>
      </w:pPr>
      <w:r>
        <w:t>Adozzjoni tal-pjan ta’ ħidma tal-Pjattaforma għall-Iskambju tal-Għarfien (KEP) għall-2020-2021</w:t>
      </w:r>
    </w:p>
    <w:p w:rsidR="00A84128" w:rsidRDefault="00A84128" w:rsidP="00DC60AE">
      <w:pPr>
        <w:rPr>
          <w:lang w:val="en-GB"/>
        </w:rPr>
      </w:pPr>
    </w:p>
    <w:p w:rsidR="00A84128" w:rsidRPr="00A84128" w:rsidRDefault="00A84128" w:rsidP="00DC60AE">
      <w:pPr>
        <w:pStyle w:val="Heading2"/>
        <w:ind w:left="567" w:hanging="567"/>
      </w:pPr>
      <w:r>
        <w:t>Adozzjoni tal-kooperazzjoni msaħħa bejn il-Kumitat Ewropew tar-Reġjuni u d-DĠ Impjiegi, Affarijiet Soċjali u Inklużjoni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Pr="00FB6F14" w:rsidRDefault="00651A76" w:rsidP="00207F2A">
      <w:pPr>
        <w:ind w:left="567"/>
      </w:pPr>
      <w:r>
        <w:t>Għad-diskussjoni: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Default="00651A76" w:rsidP="00FE5581">
      <w:pPr>
        <w:pStyle w:val="Heading2"/>
        <w:ind w:left="567" w:hanging="567"/>
      </w:pPr>
      <w:r>
        <w:t>Segwitu tal-opinjonijiet</w:t>
      </w:r>
    </w:p>
    <w:p w:rsidR="00391076" w:rsidRDefault="00391076" w:rsidP="000F0406">
      <w:pPr>
        <w:ind w:left="567"/>
        <w:rPr>
          <w:lang w:val="en-GB"/>
        </w:rPr>
      </w:pPr>
    </w:p>
    <w:p w:rsidR="00391076" w:rsidRPr="000F0406" w:rsidRDefault="00391076" w:rsidP="000F0406">
      <w:pPr>
        <w:pStyle w:val="Heading1"/>
        <w:rPr>
          <w:b/>
        </w:rPr>
      </w:pPr>
      <w:r>
        <w:rPr>
          <w:b/>
        </w:rPr>
        <w:t>Skambju ta’ fehmiet mas-Sur Joost Korte, Direttur Ġenerali, Direttorat Ġenerali tal-Impjiegi, l-Affarijiet Soċjali u l-Inklużjoni (DĠ EMPL)</w:t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Opinjonijiet – L-ewwel diskussjoni u adozzjoni</w:t>
      </w:r>
    </w:p>
    <w:p w:rsidR="000424D2" w:rsidRPr="00FB6F14" w:rsidRDefault="000424D2" w:rsidP="00FB6F14"/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8"/>
        <w:gridCol w:w="2835"/>
        <w:gridCol w:w="5722"/>
      </w:tblGrid>
      <w:tr w:rsidR="00651A66" w:rsidTr="000F0406">
        <w:trPr>
          <w:jc w:val="center"/>
        </w:trPr>
        <w:tc>
          <w:tcPr>
            <w:tcW w:w="618" w:type="dxa"/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Titolu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Aġenda għall-Ħiliet għall-Ewropa għall-kompetittività sostenibbli, il-ġustizzja soċjali u r-reżiljenza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Relatur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Csaba BORBOLY (RO/PPE)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Dokument tal-Kummissjoni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E07A47" w:rsidP="00FB6F14">
            <w:pPr>
              <w:spacing w:line="276" w:lineRule="auto"/>
            </w:pPr>
            <w:r>
              <w:t>Komunikazzjoni tal-Kummissjoni lill-Parlament Ewropew, lill-Kunsill, lill-Kumitat Ekonomiku u Soċjali Ewropew u lill-Kumitat tar-Reġjuni – Aġenda għall-Ħiliet għall-Ewropa għall-kompetittività sostenibbli, il-ġustizzja soċjali u r-reżiljenza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274 - final</w:t>
            </w:r>
          </w:p>
          <w:p w:rsidR="004A5F7F" w:rsidRPr="00FB6F14" w:rsidRDefault="004A5F7F" w:rsidP="00FB6F14">
            <w:pPr>
              <w:spacing w:line="240" w:lineRule="auto"/>
              <w:rPr>
                <w:lang w:val="en-GB"/>
              </w:rPr>
            </w:pPr>
          </w:p>
          <w:p w:rsidR="004A5F7F" w:rsidRPr="00FB6F14" w:rsidRDefault="00651A76" w:rsidP="00FB6F14">
            <w:pPr>
              <w:spacing w:line="276" w:lineRule="auto"/>
            </w:pPr>
            <w:r>
              <w:t>Proposta għal Rakkomandazzjoni tal-Kunsill dwar l-edukazzjoni u t-taħriġ vokazzjonali (VET) għall-kompetittività sostenibbli, il-ġustizzja soċjali u r-reżiljenza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275 - final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Dokument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COR-2020-03878-00-00-PA-TRA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Tip ta’ Opinjoni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Fuq inizjattiva proprja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Dossier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SEDEC-VII/006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Stqarrija minn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0F0406">
            <w:pPr>
              <w:spacing w:line="276" w:lineRule="auto"/>
              <w:jc w:val="left"/>
            </w:pPr>
            <w:r>
              <w:t>Adozzjoni (ippjanata) fil-kummissjoni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Adozzjoni ppjanata fis-sessjoni plenarja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3-4/02/2021 (għad irid jiġi kkonfermat)</w:t>
            </w:r>
          </w:p>
        </w:tc>
      </w:tr>
    </w:tbl>
    <w:p w:rsidR="004A5F7F" w:rsidRPr="00827F78" w:rsidRDefault="004A5F7F">
      <w:pPr>
        <w:jc w:val="left"/>
        <w:rPr>
          <w:b/>
          <w:bCs/>
        </w:rPr>
      </w:pPr>
    </w:p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35"/>
        <w:gridCol w:w="5728"/>
      </w:tblGrid>
      <w:tr w:rsidR="00651A66" w:rsidTr="000F0406">
        <w:trPr>
          <w:jc w:val="center"/>
        </w:trPr>
        <w:tc>
          <w:tcPr>
            <w:tcW w:w="624" w:type="dxa"/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Titolu</w:t>
            </w:r>
          </w:p>
        </w:tc>
        <w:tc>
          <w:tcPr>
            <w:tcW w:w="5728" w:type="dxa"/>
            <w:shd w:val="clear" w:color="auto" w:fill="FFFFFF"/>
          </w:tcPr>
          <w:p w:rsidR="004A5F7F" w:rsidRPr="000F0406" w:rsidRDefault="00651A76" w:rsidP="00FB6F14">
            <w:pPr>
              <w:spacing w:line="276" w:lineRule="auto"/>
              <w:rPr>
                <w:b/>
              </w:rPr>
            </w:pPr>
            <w:r>
              <w:rPr>
                <w:b/>
              </w:rPr>
              <w:t>L-appoġġ għall-Impjieg taż-Żgħażagħ: Pont għall-Impjiegi għall-Ġenerazzjoni li Jmiss Nirrinforzaw il-Garanzija għaż-Żgħażagħ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Relatur: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Romy KARIER (LU/PPE)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Dokument tal-Kummissjoni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E07A47" w:rsidP="00FB6F14">
            <w:pPr>
              <w:spacing w:line="276" w:lineRule="auto"/>
            </w:pPr>
            <w:r>
              <w:t>Komunikazzjoni tal-Kummissjoni lill-Parlament Ewropew, lill-Kunsill, lill-Kumitat Ekonomiku u Soċjali Ewropew u lill-Kumitat tar-Reġjuni – L-Appoġġ għall-Impjieg taż-Żgħażagħ: Pont għall-Impjiegi għall-Ġenerazzjoni li Jmiss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276 - final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Proposta għal Rakkomandazzjoni tal-Kunsill dwar Pont għall-Impjiegi – Tissaħħaħ il-Garanzija għaż-Żgħażagħ u li tissostitwixxi r-Rakkomandazzjoni tal-Kunsill tat-22 ta’ April 2013 dwar it-twaqqif ta’ Garanzija għaż-Żgħażagħ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277 -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Dokument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>
            <w:pPr>
              <w:spacing w:line="276" w:lineRule="auto"/>
            </w:pPr>
            <w:r>
              <w:t>COR-2020-03454-00-01-PA-TRA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Tip ta’ Opinjoni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Fuq inizjattiva proprja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Dossier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SEDEC-VII/007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Stqarrija minn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Adozzjoni (ippjanata) fil-kummissjoni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Adozzjoni ppjanata fis-sessjoni plenarja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3-4/02/2021 (għad irid jiġi kkonfermat)</w:t>
            </w:r>
          </w:p>
        </w:tc>
      </w:tr>
    </w:tbl>
    <w:p w:rsidR="004A5F7F" w:rsidRPr="00827F78" w:rsidRDefault="004A5F7F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Titolu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It-tnedija mill-ġdid tas-setturi kulturali u kreattivi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Relatur: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Relatur: Giuseppe VARACALLI (IT/Renew Europe)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Dokument tal-Kummissjoni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Mhux applikabbli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 xml:space="preserve">Dokument 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3777" w:rsidRPr="00FB6F14" w:rsidRDefault="009B3777" w:rsidP="00FB6F14">
            <w:pPr>
              <w:spacing w:line="276" w:lineRule="auto"/>
            </w:pPr>
            <w:r>
              <w:t>COR-2020-04616-00-00-PA-TRA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Tip ta’ Opinjoni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Fuq inizjattiva proprja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Dossier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SEDEC-VII/008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Stqarrija minn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Adozzjoni (ippjanata) fil-kummissjoni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Adozzjoni ppjanata fis-sessjoni plenarja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3-4/02/2021 (għad irid jiġi kkonfermat)</w:t>
            </w:r>
          </w:p>
        </w:tc>
      </w:tr>
    </w:tbl>
    <w:p w:rsidR="007D2DBA" w:rsidRPr="00FB6F14" w:rsidRDefault="007D2DBA" w:rsidP="00FB6F14">
      <w:pPr>
        <w:jc w:val="left"/>
        <w:rPr>
          <w:b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Titolu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rPr>
                <w:b/>
                <w:bCs/>
              </w:rPr>
              <w:t>ŻER ġdida għar-Riċerka u l-Innovazzjoni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Relatur: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rPr>
                <w:b/>
                <w:bCs/>
              </w:rPr>
              <w:t>Christophe CLERGEAU (FR/PSE)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Dokument tal-Kummissjoni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FB6F14">
            <w:pPr>
              <w:spacing w:line="276" w:lineRule="auto"/>
            </w:pPr>
            <w:r>
              <w:t xml:space="preserve">Komunikazzjoni tal-Kummissjoni lill-Parlament Ewropew, lill-Kunsill, lill-Kumitat Ekonomiku u Soċjali Ewropew u lill-Kumitat tar-Reġjuni – ŻER ġdida għar-Riċerka u l-Innovazzjoni </w:t>
            </w:r>
          </w:p>
          <w:p w:rsidR="00272F64" w:rsidRPr="00FB6F14" w:rsidRDefault="00272F64" w:rsidP="00FB6F14">
            <w:pPr>
              <w:spacing w:line="276" w:lineRule="auto"/>
            </w:pPr>
            <w:r>
              <w:t>COM(2020) 628 -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Dokument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>
              <w:t>COR-2020-04749-00-00-PA-TRA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Tip ta’ Opinjoni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Fuq inizjattiva proprja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Dossier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SEDEC-VII/010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Stqarrija minn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Adozzjoni (ippjanata) fil-kummissjoni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6773" w:rsidRPr="00FB6F14" w:rsidRDefault="007D2DBA" w:rsidP="00FB6F14">
            <w:pPr>
              <w:spacing w:line="276" w:lineRule="auto"/>
            </w:pPr>
            <w:r>
              <w:t>Adozzjoni ppjanata fis-sessjoni plenarja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A84128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3-4/02/2021 (għad irid jiġi kkonfermat)</w:t>
            </w:r>
          </w:p>
        </w:tc>
      </w:tr>
    </w:tbl>
    <w:p w:rsidR="00C443A3" w:rsidRPr="00FB6F14" w:rsidRDefault="00C443A3" w:rsidP="00FB6F14">
      <w:pPr>
        <w:pStyle w:val="TitleStyle"/>
        <w:widowControl/>
        <w:spacing w:line="288" w:lineRule="auto"/>
        <w:jc w:val="left"/>
        <w:rPr>
          <w:b w:val="0"/>
        </w:rPr>
      </w:pPr>
    </w:p>
    <w:p w:rsidR="004A5F7F" w:rsidRPr="00FB6F14" w:rsidRDefault="00651A76" w:rsidP="00FB6F14">
      <w:pPr>
        <w:pStyle w:val="Heading1"/>
      </w:pPr>
      <w:r>
        <w:rPr>
          <w:b/>
        </w:rPr>
        <w:t>Opinjonijiet – Skambju ta’ fehmiet</w:t>
      </w:r>
    </w:p>
    <w:p w:rsidR="00E07A47" w:rsidRPr="00FB6F14" w:rsidRDefault="00E07A47" w:rsidP="00FB6F14">
      <w:pPr>
        <w:pStyle w:val="TitleStyle"/>
        <w:widowControl/>
        <w:spacing w:line="288" w:lineRule="auto"/>
        <w:jc w:val="left"/>
        <w:rPr>
          <w:b w:val="0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Titolu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272F64" w:rsidP="00FB6F14">
            <w:pPr>
              <w:spacing w:line="276" w:lineRule="auto"/>
            </w:pPr>
            <w:r>
              <w:rPr>
                <w:b/>
                <w:bCs/>
              </w:rPr>
              <w:t>Unjoni ta’ ugwaljanza: Pjan ta’ azzjoni tal-UE għall-ġlieda kontra r-razziżmu 2020-2025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Relatur: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Yoomi RENSTRÖM (SE/PSE)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Dokument tal-Kummissjoni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07A47" w:rsidP="00FB6F14">
            <w:pPr>
              <w:spacing w:line="276" w:lineRule="auto"/>
            </w:pPr>
            <w:r>
              <w:t>Komunikazzjoni tal-Kummissjoni lill-Parlament Ewropew, lill-Kunsill, lill-Kumitat Ekonomiku u Soċjali Ewropew u lill-Kumitat tar-Reġjuni – Unjoni ta’ ugwaljanza: Pjan ta’ azzjoni tal-UE għall-ġlieda kontra r-razziżmu 2020-2025</w:t>
            </w:r>
          </w:p>
          <w:p w:rsidR="00272F64" w:rsidRPr="00FB6F14" w:rsidRDefault="00651A76" w:rsidP="00FB6F14">
            <w:pPr>
              <w:spacing w:line="276" w:lineRule="auto"/>
            </w:pPr>
            <w:r>
              <w:t>COM (2020) 565 –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Dokument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>
              <w:t>COR-2020-04617-00-00-DT-TRA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Tip ta’ Opinjoni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Fuq inizjattiva proprja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Dossier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SEDEC-VII/009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Stqarrija minn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Adozzjoni (ippjanata) fil-kummissjoni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Adozzjoni ppjanata fis-sessjoni plenarja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E55417" w:rsidRPr="00827F78" w:rsidRDefault="00E55417" w:rsidP="00FB6F14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Titolu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>
            <w:pPr>
              <w:spacing w:line="276" w:lineRule="auto"/>
            </w:pPr>
            <w:r>
              <w:rPr>
                <w:b/>
                <w:bCs/>
              </w:rPr>
              <w:t>Pjan ta’ Azzjoni dwar l-Edukazzjoni Diġitali 2021-2027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Relatur: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rPr>
                <w:b/>
                <w:bCs/>
              </w:rPr>
              <w:t>Gillian COUGHLAN (IE/Renew Europe)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Dokument tal-Kummissjoni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FB6F14">
            <w:pPr>
              <w:spacing w:line="276" w:lineRule="auto"/>
            </w:pPr>
            <w:r>
              <w:t xml:space="preserve">Komunikazzjoni tal-Kummissjoni lill-Parlament Ewropew, lill-Kunsill, lill-Kumitat Ekonomiku u Soċjali Ewropew u lill-Kumitat tar-Reġjuni – Pjan ta’ Azzjoni dwar l-Edukazzjoni Diġitali 2021-2027. Tfassil mill-ġdid tal-edukazzjoni u t-taħriġ għall-era diġitali </w:t>
            </w:r>
          </w:p>
          <w:p w:rsidR="007D2DBA" w:rsidRPr="00FB6F14" w:rsidRDefault="00272F64" w:rsidP="00FB6F14">
            <w:pPr>
              <w:spacing w:line="276" w:lineRule="auto"/>
            </w:pPr>
            <w:r>
              <w:t>COM(2020) 624 -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Dokument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967A63">
            <w:pPr>
              <w:spacing w:line="276" w:lineRule="auto"/>
              <w:rPr>
                <w:sz w:val="24"/>
                <w:szCs w:val="24"/>
              </w:rPr>
            </w:pPr>
            <w:r>
              <w:t>COR-2020-04769-00-00-DT-TRA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Tip ta’ Opinjoni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Fuq inizjattiva proprja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Dossier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SEDEC-VII/011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Stqarrija minn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jc w:val="left"/>
            </w:pPr>
            <w:r>
              <w:t>Adozzjoni (ippjanata) fil-kummissjoni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jc w:val="left"/>
            </w:pPr>
            <w:r>
              <w:t>Adozzjoni ppjanata fis-sessjoni plenarja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7D2DBA" w:rsidRPr="00827F78" w:rsidRDefault="007D2DBA" w:rsidP="00FB6F14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Titolu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>
              <w:rPr>
                <w:b/>
                <w:bCs/>
              </w:rPr>
              <w:t>Il-kisba sal-2025 taż-Żona Ewropea tal-Edukazzjoni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Relatur: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>
              <w:rPr>
                <w:b/>
                <w:bCs/>
              </w:rPr>
              <w:t>Emil BOC (RO/PPE)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Dokument tal-Kummissjoni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FB6F14">
            <w:pPr>
              <w:spacing w:line="276" w:lineRule="auto"/>
            </w:pPr>
            <w:r>
              <w:t>Komunikazzjoni tal-Kummissjoni lill-Parlament Ewropew, lill-Kunsill, lill-Kumitat Ekonomiku u Soċjali Ewropew u lill-Kumitat tar-Reġjuni dwar il-kisba sal-2025 taż-Żona Ewropea tal-Edukazzjoni</w:t>
            </w:r>
          </w:p>
          <w:p w:rsidR="00272F64" w:rsidRPr="00FB6F14" w:rsidRDefault="00272F64" w:rsidP="00FB6F14">
            <w:pPr>
              <w:spacing w:line="276" w:lineRule="auto"/>
            </w:pPr>
            <w:r>
              <w:t>COM (2020) 625 -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Dokument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>
              <w:t>COR-2020-04756-00-00-DT-TRA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Tip ta’ Opinjoni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Fuq inizjattiva proprja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Dossier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>
              <w:t>SEDEC-VII/012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Stqarrija minn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jc w:val="left"/>
            </w:pPr>
            <w:r>
              <w:t>Adozzjoni (ippjanata) fil-kummissjoni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7D2DBA" w:rsidRPr="00827F78" w:rsidRDefault="007D2DBA" w:rsidP="00FB6F14">
      <w:pPr>
        <w:jc w:val="left"/>
        <w:rPr>
          <w:b/>
          <w:bCs/>
        </w:rPr>
      </w:pPr>
    </w:p>
    <w:p w:rsidR="004A5F7F" w:rsidRPr="00FB6F14" w:rsidRDefault="00A84128" w:rsidP="00FB6F14">
      <w:pPr>
        <w:pStyle w:val="Heading1"/>
        <w:rPr>
          <w:b/>
        </w:rPr>
      </w:pPr>
      <w:r>
        <w:rPr>
          <w:b/>
        </w:rPr>
        <w:t>L-ewwel skambju ta’ fehmiet dwar il-programm ta’ ħidma tal-Kummissjoni SEDEC għall-2021</w:t>
      </w:r>
    </w:p>
    <w:p w:rsidR="004A5F7F" w:rsidRPr="00827F78" w:rsidRDefault="004A5F7F" w:rsidP="00FB6F14">
      <w:pPr>
        <w:jc w:val="left"/>
        <w:rPr>
          <w:b/>
          <w:bCs/>
        </w:rPr>
      </w:pPr>
    </w:p>
    <w:p w:rsidR="00A84128" w:rsidRDefault="00A84128" w:rsidP="00FB6F14">
      <w:pPr>
        <w:pStyle w:val="Heading1"/>
        <w:rPr>
          <w:b/>
        </w:rPr>
      </w:pPr>
      <w:r>
        <w:rPr>
          <w:b/>
        </w:rPr>
        <w:t>Preżentazzjoni dwar l-inizjattiva “Mind the Digital Gap” mit-tim ta’ trainees YFactor tal-KtR</w:t>
      </w:r>
    </w:p>
    <w:p w:rsidR="00A84128" w:rsidRPr="00DC60AE" w:rsidRDefault="00A84128" w:rsidP="00DC60AE">
      <w:pPr>
        <w:rPr>
          <w:lang w:val="en-GB"/>
        </w:rPr>
      </w:pPr>
    </w:p>
    <w:p w:rsidR="00A84128" w:rsidRDefault="00A84128" w:rsidP="00FB6F14">
      <w:pPr>
        <w:pStyle w:val="Heading1"/>
        <w:rPr>
          <w:b/>
        </w:rPr>
      </w:pPr>
      <w:r>
        <w:rPr>
          <w:b/>
        </w:rPr>
        <w:t>Dibattitu</w:t>
      </w:r>
    </w:p>
    <w:p w:rsidR="00A84128" w:rsidRPr="00DC60AE" w:rsidRDefault="00A84128" w:rsidP="00DC60AE">
      <w:pPr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Punti oħrajn</w:t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Konferma tad-data tal-laqgħa li jmiss: 17 ta’ Frar 2021</w:t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651A76" w:rsidP="00207F2A">
      <w:pPr>
        <w:ind w:left="567"/>
        <w:rPr>
          <w:b/>
          <w:bCs/>
        </w:rPr>
      </w:pPr>
      <w:r>
        <w:rPr>
          <w:b/>
          <w:bCs/>
        </w:rPr>
        <w:t>Tmiem il-laqgħa</w:t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4A5F7F" w:rsidP="00FB6F14">
      <w:pPr>
        <w:rPr>
          <w:lang w:val="en-GB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55"/>
        <w:gridCol w:w="919"/>
        <w:gridCol w:w="5513"/>
      </w:tblGrid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rPr>
                <w:b/>
                <w:bCs/>
              </w:rPr>
              <w:t>Lingwi ta’ ħidma: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jc w:val="center"/>
            </w:pPr>
            <w:r>
              <w:rPr>
                <w:b/>
                <w:bCs/>
              </w:rPr>
              <w:t>23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BG/ES/CS/DA/DE/ET/EL/EN/FR/HR/IT/LV/LT/HU/MT/NL/PL/PT/RO/SK/SL/FI/SV</w:t>
            </w:r>
          </w:p>
        </w:tc>
      </w:tr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rPr>
                <w:b/>
                <w:bCs/>
              </w:rPr>
            </w:pPr>
            <w:r>
              <w:rPr>
                <w:b/>
                <w:bCs/>
              </w:rPr>
              <w:t>Interpretazzjoni:</w:t>
            </w:r>
          </w:p>
          <w:p w:rsidR="004A5F7F" w:rsidRPr="00FB6F14" w:rsidRDefault="00651A76" w:rsidP="00FB6F14">
            <w:r>
              <w:t>(il-parteċipanti jistgħu jitkellmu bil-lingwa tagħhom)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pPr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r>
              <w:t>ES/DE/EN/FR/IT/HU/PL/RO/SV</w:t>
            </w:r>
          </w:p>
        </w:tc>
      </w:tr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(il-parteċipanti jistgħu jisimgħu b’dawn il-lingwi)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pPr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r>
              <w:t>ES/DE/EN/FR/IT/HU/PL/RO/SV</w:t>
            </w:r>
          </w:p>
        </w:tc>
      </w:tr>
    </w:tbl>
    <w:p w:rsidR="004A5F7F" w:rsidRPr="00827F78" w:rsidRDefault="004A5F7F" w:rsidP="00FB6F14">
      <w:pPr>
        <w:pStyle w:val="TitleStyle"/>
        <w:widowControl/>
        <w:spacing w:line="288" w:lineRule="auto"/>
        <w:jc w:val="left"/>
        <w:rPr>
          <w:b w:val="0"/>
          <w:bCs w:val="0"/>
        </w:rPr>
      </w:pPr>
    </w:p>
    <w:p w:rsidR="004A5F7F" w:rsidRPr="000F0406" w:rsidRDefault="00651A76" w:rsidP="000F0406">
      <w:pPr>
        <w:rPr>
          <w:b/>
          <w:bCs/>
        </w:rPr>
      </w:pPr>
      <w:r>
        <w:t xml:space="preserve">L-emendi għandhom jitressqu permezz tal-għodda online għat-tressiq tal-emendi (disponibbli fil-Portal tal-Membri: </w:t>
      </w:r>
      <w:hyperlink r:id="rId12" w:history="1">
        <w:r>
          <w:rPr>
            <w:rStyle w:val="Hyperlink"/>
          </w:rPr>
          <w:t>https://memportal.cor.europa.eu/</w:t>
        </w:r>
      </w:hyperlink>
      <w:r>
        <w:t>).</w:t>
      </w:r>
    </w:p>
    <w:p w:rsidR="004A5F7F" w:rsidRPr="00827F78" w:rsidRDefault="004A5F7F" w:rsidP="00FB6F14">
      <w:pPr>
        <w:pStyle w:val="TitleStyle"/>
        <w:widowControl/>
        <w:spacing w:line="288" w:lineRule="auto"/>
        <w:jc w:val="left"/>
        <w:rPr>
          <w:b w:val="0"/>
          <w:bCs w:val="0"/>
        </w:rPr>
      </w:pPr>
    </w:p>
    <w:tbl>
      <w:tblPr>
        <w:tblW w:w="90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8166"/>
      </w:tblGrid>
      <w:tr w:rsidR="00C82A53">
        <w:trPr>
          <w:cantSplit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827F78" w:rsidRDefault="00651A76" w:rsidP="00FB6F14">
            <w:pPr>
              <w:jc w:val="left"/>
              <w:rPr>
                <w:b/>
                <w:bCs/>
              </w:rPr>
            </w:pPr>
            <w:r>
              <w:t>N.B.:</w:t>
            </w: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0F0406" w:rsidRDefault="00651A76" w:rsidP="00FB6F1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Il-membri ta’ din il-kummissjoni u s-sostituti maħturin sabiex jattendu l-laqgħa huma l-uniċi persuni intitolati għar-rimborż tal-ispejjeż tal-ivvjaġġar u għall-ħlas tal-indennizzi ta’ kuljum.</w:t>
            </w:r>
          </w:p>
          <w:p w:rsidR="004A5F7F" w:rsidRPr="00827F78" w:rsidRDefault="004A5F7F" w:rsidP="00FB6F14">
            <w:pPr>
              <w:rPr>
                <w:color w:val="000000"/>
              </w:rPr>
            </w:pPr>
          </w:p>
          <w:p w:rsidR="004A5F7F" w:rsidRPr="00827F78" w:rsidRDefault="00651A76" w:rsidP="00FB6F1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Il-membri huma mitlubin jużaw is-sistema online għad-delega tal-parteċipazzjoni u d-drittijiet tal-vot sabiex jikkonfermaw il-parteċipazzjoni tagħhom fil-laqgħa jew jinfurmaw lis-segretarjat dwar kull delega tal-parteċipazzjoni lil membru ieħor jew sostitut skont l-Artikolu 5(2) tar-Regoli ta’ Proċedura. Is-sistema online hija aċċessibbli mill-Portal tal-Membri fis-sit web ewlieni tal-KtR.</w:t>
            </w:r>
          </w:p>
          <w:p w:rsidR="004A5F7F" w:rsidRPr="00827F78" w:rsidRDefault="004A5F7F" w:rsidP="00FB6F14">
            <w:pPr>
              <w:rPr>
                <w:b/>
                <w:bCs/>
                <w:color w:val="000000"/>
              </w:rPr>
            </w:pPr>
          </w:p>
          <w:p w:rsidR="004A5F7F" w:rsidRPr="000F0406" w:rsidRDefault="00651A76" w:rsidP="00FB6F14">
            <w:pPr>
              <w:rPr>
                <w:b/>
              </w:rPr>
            </w:pPr>
            <w:r>
              <w:rPr>
                <w:b/>
              </w:rPr>
              <w:t xml:space="preserve">Il-Helpdesk (+32-2-546-9697; indirizz elettroniku: </w:t>
            </w:r>
            <w:hyperlink r:id="rId13" w:history="1">
              <w:r>
                <w:rPr>
                  <w:rStyle w:val="Hyperlink"/>
                  <w:b/>
                </w:rPr>
                <w:t>helpdesk@cor.europa.eu</w:t>
              </w:r>
            </w:hyperlink>
            <w:r>
              <w:rPr>
                <w:b/>
              </w:rPr>
              <w:t>) qiegħed għad-dispożizzjoni tiegħek biex jipprovdilek kull għajnuna li jkollok bżonn.</w:t>
            </w:r>
          </w:p>
          <w:p w:rsidR="004A5F7F" w:rsidRPr="00827F78" w:rsidRDefault="004A5F7F" w:rsidP="00FB6F14">
            <w:pPr>
              <w:rPr>
                <w:b/>
                <w:bCs/>
                <w:color w:val="000000"/>
              </w:rPr>
            </w:pPr>
          </w:p>
        </w:tc>
      </w:tr>
    </w:tbl>
    <w:p w:rsidR="009C2E1C" w:rsidRPr="00827F78" w:rsidRDefault="00651A76" w:rsidP="00FB6F14">
      <w:pPr>
        <w:pStyle w:val="MainStyleCenter"/>
        <w:widowControl/>
        <w:spacing w:line="288" w:lineRule="auto"/>
      </w:pPr>
      <w:r>
        <w:t>_____________</w:t>
      </w:r>
    </w:p>
    <w:p w:rsidR="00827F78" w:rsidRPr="00FB6F14" w:rsidRDefault="00827F78" w:rsidP="00FB6F14">
      <w:pPr>
        <w:rPr>
          <w:lang w:val="en-GB"/>
        </w:rPr>
      </w:pPr>
    </w:p>
    <w:p w:rsidR="009C2E1C" w:rsidRPr="00FB6F14" w:rsidRDefault="009C2E1C" w:rsidP="00FB6F14">
      <w:pPr>
        <w:rPr>
          <w:lang w:val="en-GB"/>
        </w:rPr>
      </w:pPr>
    </w:p>
    <w:tbl>
      <w:tblPr>
        <w:tblW w:w="90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072"/>
      </w:tblGrid>
      <w:tr w:rsidR="00C82A53" w:rsidTr="000F0406">
        <w:trPr>
          <w:jc w:val="center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87D8A" w:rsidRDefault="009C2E1C">
            <w:pPr>
              <w:rPr>
                <w:b/>
              </w:rPr>
            </w:pPr>
            <w:r>
              <w:rPr>
                <w:b/>
              </w:rPr>
              <w:t>Il-laqgħa se ssir online u il-parteċipazzjoni fiżika mhux se tkun possibbli</w:t>
            </w:r>
          </w:p>
          <w:p w:rsidR="009C2E1C" w:rsidRPr="00FB6F14" w:rsidRDefault="009C2E1C">
            <w:pPr>
              <w:rPr>
                <w:lang w:val="en-GB"/>
              </w:rPr>
            </w:pPr>
          </w:p>
          <w:p w:rsidR="009C2E1C" w:rsidRDefault="009C2E1C" w:rsidP="000F0406">
            <w:r>
              <w:t>Din l-aġenda qed tintbagħat lill-membri kollha tal-Kummissjoni SEDEC għall-informazzjoni. Jekk jogħġbok kun af li l-parteċipazzjoni tiegħek (jew delega ta’ parteċipazzjoni) u l-intitolament għal kwalunkwe pagament jew rimborż huma soġġetti għal 1) il-validità tal-mandat tiegħek bħala membru tal-Kumitat tar-Reġjuni fil-mument tal-laqgħa, u 2) ir-regolamenti tal-KtR rilevanti applikabbli għal-laqgħat online li huma fis-seħħ fil-mument tal-laqgħa</w:t>
            </w:r>
            <w:r w:rsidRPr="00FB6F14">
              <w:rPr>
                <w:vertAlign w:val="superscript"/>
                <w:lang w:val="en-GB"/>
              </w:rPr>
              <w:footnoteReference w:id="2"/>
            </w:r>
            <w:r>
              <w:t>.</w:t>
            </w:r>
          </w:p>
          <w:p w:rsidR="00487D8A" w:rsidRPr="00FB6F14" w:rsidRDefault="00487D8A" w:rsidP="000F0406">
            <w:pPr>
              <w:rPr>
                <w:b/>
                <w:lang w:val="en-GB"/>
              </w:rPr>
            </w:pPr>
          </w:p>
          <w:p w:rsidR="009C2E1C" w:rsidRDefault="009C2E1C" w:rsidP="000F0406">
            <w:r>
              <w:t>Il-membri u s-sostituti b’mandat kif dovut li jieħdu sehem mill-bogħod għandhom ikunu intitolati għal indennizz b’rata fissa għal laqgħa mill-bogħod skont ir-Regolament Nru 14/2020 tat-23 ta’ Ġunju 2020 kif emendat bir-Regolament Nru 21/2020 tad-9 ta’ Ottubru 2020.</w:t>
            </w:r>
          </w:p>
          <w:p w:rsidR="00487D8A" w:rsidRPr="00FB6F14" w:rsidRDefault="00487D8A" w:rsidP="000F0406">
            <w:pPr>
              <w:rPr>
                <w:b/>
                <w:lang w:val="en-GB"/>
              </w:rPr>
            </w:pPr>
          </w:p>
          <w:p w:rsidR="009C2E1C" w:rsidRDefault="009C2E1C" w:rsidP="000F0406">
            <w:r>
              <w:t>Il-membri huma mitluba jużaw is-sistema online għad-delega tal-parteċipazzjoni u d-drittijiet tal-vot sabiex jikkonfermaw il-parteċipazzjoni tagħhom fil-laqgħa online jew jinfurmaw lis-segretarjat dwar kull delega tal-parteċipazzjoni lil membru ieħor jew sostitut skont l-Artikolu 5(2) tar-Regoli ta’ Proċedura. Is-sistema online hija aċċessibbli mill-Portal tal-Membri fis-sit web ewlieni tal-KtR.</w:t>
            </w:r>
          </w:p>
          <w:p w:rsidR="00487D8A" w:rsidRPr="00FB6F14" w:rsidRDefault="00487D8A" w:rsidP="000F0406">
            <w:pPr>
              <w:rPr>
                <w:lang w:val="en-GB"/>
              </w:rPr>
            </w:pPr>
          </w:p>
          <w:p w:rsidR="009C2E1C" w:rsidRPr="00FB6F14" w:rsidRDefault="009C2E1C" w:rsidP="000F0406">
            <w:pPr>
              <w:rPr>
                <w:b/>
              </w:rPr>
            </w:pPr>
            <w:r>
              <w:rPr>
                <w:b/>
              </w:rPr>
              <w:t xml:space="preserve">Il-Helpdesk (+32-2-546-9697) indirizz elettroniku: </w:t>
            </w:r>
            <w:hyperlink r:id="rId14" w:history="1">
              <w:r>
                <w:rPr>
                  <w:b/>
                  <w:color w:val="0000FF"/>
                  <w:u w:val="single"/>
                </w:rPr>
                <w:t>helpdesk@cor.europa.eu</w:t>
              </w:r>
            </w:hyperlink>
            <w:r>
              <w:rPr>
                <w:b/>
              </w:rPr>
              <w:t xml:space="preserve"> qiegħed għad-dispożizzjoni tiegħek biex jipprovdilek kull għajnuna li jkollok bżonn.</w:t>
            </w:r>
          </w:p>
        </w:tc>
      </w:tr>
    </w:tbl>
    <w:p w:rsidR="009C2E1C" w:rsidRPr="00FB6F14" w:rsidRDefault="009C2E1C">
      <w:pPr>
        <w:tabs>
          <w:tab w:val="left" w:pos="3262"/>
        </w:tabs>
        <w:rPr>
          <w:b/>
          <w:lang w:val="en-GB"/>
        </w:rPr>
      </w:pPr>
    </w:p>
    <w:p w:rsidR="009C2E1C" w:rsidRPr="00FB6F14" w:rsidRDefault="009C2E1C">
      <w:r>
        <w:rPr>
          <w:b/>
        </w:rPr>
        <w:t>Dikjarazzjoni ta’ ċaħda ta’ responsabbiltà</w:t>
      </w:r>
      <w:r>
        <w:t>: “F’konformità mad-Deċiżjoni tal-Bureau tal-KtR Nru 15/2018, din il-laqgħa se tiġi rreġistrata b’mod awdjo u se tixxandar fuq l-internet, u tista’ tiġi rreġistrata bil-vidjo u fotografata. Il-Kumitat jista’ juża dan il-materjal hekk miġbur għal skopijiet ta’ komunikazzjoni interna u esterna. Id-data personali se tiġi pproċessata f’konformità mar-Regolament (UE) 1725/2018. Il-Kumitat mhuwiex responsabbli għal kwalunkwe użu magħmul mill-vidjo jew materjal awdjo ta’ din il-laqgħa minn parti terza, li jeħtieġ il-kunsens espress tal-parteċipanti fil-laqgħa”.</w:t>
      </w:r>
    </w:p>
    <w:p w:rsidR="009C2E1C" w:rsidRPr="00FB6F14" w:rsidRDefault="009C2E1C">
      <w:pPr>
        <w:rPr>
          <w:lang w:val="en-GB"/>
        </w:rPr>
      </w:pPr>
    </w:p>
    <w:p w:rsidR="009C2E1C" w:rsidRPr="00FB6F14" w:rsidRDefault="009C2E1C">
      <w:pPr>
        <w:jc w:val="center"/>
      </w:pPr>
      <w:r>
        <w:t>_____________</w:t>
      </w:r>
    </w:p>
    <w:p w:rsidR="009C2E1C" w:rsidRPr="00FB6F14" w:rsidRDefault="009C2E1C">
      <w:pPr>
        <w:rPr>
          <w:bCs/>
          <w:lang w:val="en-GB"/>
        </w:rPr>
      </w:pPr>
    </w:p>
    <w:p w:rsidR="004A5F7F" w:rsidRPr="00827F78" w:rsidRDefault="004A5F7F">
      <w:pPr>
        <w:pStyle w:val="MainStyleCenter"/>
        <w:widowControl/>
        <w:spacing w:line="288" w:lineRule="auto"/>
      </w:pPr>
    </w:p>
    <w:sectPr w:rsidR="004A5F7F" w:rsidRPr="00827F78" w:rsidSect="00FE5581">
      <w:footerReference w:type="default" r:id="rId15"/>
      <w:pgSz w:w="11907" w:h="16840"/>
      <w:pgMar w:top="1417" w:right="1417" w:bottom="1417" w:left="1417" w:header="709" w:footer="709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265" w:rsidRDefault="00833265" w:rsidP="009C2E1C">
      <w:r>
        <w:separator/>
      </w:r>
    </w:p>
  </w:endnote>
  <w:endnote w:type="continuationSeparator" w:id="0">
    <w:p w:rsidR="00833265" w:rsidRDefault="00833265" w:rsidP="009C2E1C">
      <w:r>
        <w:continuationSeparator/>
      </w:r>
    </w:p>
  </w:endnote>
  <w:endnote w:type="continuationNotice" w:id="1">
    <w:p w:rsidR="00833265" w:rsidRDefault="008332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D2" w:rsidRPr="00FE5581" w:rsidRDefault="00FE5581" w:rsidP="00FE5581">
    <w:pPr>
      <w:pStyle w:val="Footer"/>
    </w:pPr>
    <w:r>
      <w:t xml:space="preserve">COR-2020-04663-00-03-CONVPOJ-TRA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A9651A">
      <w:rPr>
        <w:noProof/>
      </w:rPr>
      <w:t>1</w:t>
    </w:r>
    <w:r>
      <w:fldChar w:fldCharType="end"/>
    </w:r>
    <w:r>
      <w:t>/</w:t>
    </w:r>
    <w:fldSimple w:instr=" NUMPAGES ">
      <w:r w:rsidR="00A9651A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265" w:rsidRDefault="00833265" w:rsidP="009C2E1C">
      <w:r>
        <w:separator/>
      </w:r>
    </w:p>
  </w:footnote>
  <w:footnote w:type="continuationSeparator" w:id="0">
    <w:p w:rsidR="00833265" w:rsidRDefault="00833265" w:rsidP="009C2E1C">
      <w:r>
        <w:continuationSeparator/>
      </w:r>
    </w:p>
  </w:footnote>
  <w:footnote w:type="continuationNotice" w:id="1">
    <w:p w:rsidR="00833265" w:rsidRDefault="00833265">
      <w:pPr>
        <w:spacing w:line="240" w:lineRule="auto"/>
      </w:pPr>
    </w:p>
  </w:footnote>
  <w:footnote w:id="2">
    <w:p w:rsidR="009C2E1C" w:rsidRPr="009D06B3" w:rsidRDefault="009C2E1C" w:rsidP="009C2E1C">
      <w:pPr>
        <w:pStyle w:val="FootnoteText"/>
      </w:pPr>
      <w:r>
        <w:rPr>
          <w:rStyle w:val="FootnoteReference"/>
        </w:rPr>
        <w:footnoteRef/>
      </w:r>
      <w:r>
        <w:tab/>
        <w:t>B’konformità mar-Regolament tal-Bureau li jistabbilixxi l-istruzzjonijiet għall-organizzazzjoni tal-Assemblea Plenarja, il-laqgħat tal-Bureau u tal-kummissjonijiet tal-Kumitat Ewropew tar-Reġjuni matul il-pandemija tal-COVID-19, u r-Regolament 10/2020 dwar il-ħlas ta’ indennizz fiss għal-laqgħat mill-bogħod għall-membri u għas-sostituti b’mandat kif dovut tal-Kumitat Ewropew tar-Reġjuni, kif adottati fil-laqgħa tal-Bureau tat-18 ta’ Mejju 2020.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4284FB4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317E796F"/>
    <w:multiLevelType w:val="hybridMultilevel"/>
    <w:tmpl w:val="2C088774"/>
    <w:lvl w:ilvl="0" w:tplc="4E14A340">
      <w:start w:val="1"/>
      <w:numFmt w:val="bullet"/>
      <w:lvlRestart w:val="0"/>
      <w:lvlText w:val="-"/>
      <w:lvlJc w:val="left"/>
      <w:pPr>
        <w:tabs>
          <w:tab w:val="num" w:pos="726"/>
        </w:tabs>
        <w:ind w:left="1009" w:hanging="283"/>
      </w:pPr>
      <w:rPr>
        <w:rFonts w:ascii="Symbol" w:hAnsi="Symbol" w:hint="default"/>
        <w:b w:val="0"/>
        <w:i w:val="0"/>
        <w:sz w:val="22"/>
      </w:rPr>
    </w:lvl>
    <w:lvl w:ilvl="1" w:tplc="F99EC278">
      <w:numFmt w:val="bullet"/>
      <w:lvlText w:val="–"/>
      <w:lvlJc w:val="left"/>
      <w:pPr>
        <w:ind w:left="2166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 w15:restartNumberingAfterBreak="0">
    <w:nsid w:val="44314BC4"/>
    <w:multiLevelType w:val="hybridMultilevel"/>
    <w:tmpl w:val="D7D0C3DE"/>
    <w:lvl w:ilvl="0" w:tplc="B2F04AF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3" w15:restartNumberingAfterBreak="0">
    <w:nsid w:val="47194632"/>
    <w:multiLevelType w:val="hybridMultilevel"/>
    <w:tmpl w:val="718ED24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8B31E6"/>
    <w:multiLevelType w:val="hybridMultilevel"/>
    <w:tmpl w:val="7F0A122E"/>
    <w:lvl w:ilvl="0" w:tplc="42BEC2CC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4F19DE"/>
    <w:multiLevelType w:val="hybridMultilevel"/>
    <w:tmpl w:val="FC667E3C"/>
    <w:lvl w:ilvl="0" w:tplc="6220C6A2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6" w15:restartNumberingAfterBreak="0">
    <w:nsid w:val="60F97D37"/>
    <w:multiLevelType w:val="hybridMultilevel"/>
    <w:tmpl w:val="17D4991E"/>
    <w:lvl w:ilvl="0" w:tplc="75C217A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7" w15:restartNumberingAfterBreak="0">
    <w:nsid w:val="6D273796"/>
    <w:multiLevelType w:val="hybridMultilevel"/>
    <w:tmpl w:val="63AE6F7E"/>
    <w:lvl w:ilvl="0" w:tplc="261C7F1C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DBA"/>
    <w:rsid w:val="00012A3A"/>
    <w:rsid w:val="000424D2"/>
    <w:rsid w:val="00086773"/>
    <w:rsid w:val="000F0406"/>
    <w:rsid w:val="001D333C"/>
    <w:rsid w:val="001F0B8A"/>
    <w:rsid w:val="00207F2A"/>
    <w:rsid w:val="00222038"/>
    <w:rsid w:val="00272F64"/>
    <w:rsid w:val="00287045"/>
    <w:rsid w:val="002A35B1"/>
    <w:rsid w:val="003070DC"/>
    <w:rsid w:val="0037384E"/>
    <w:rsid w:val="00391076"/>
    <w:rsid w:val="003B05E8"/>
    <w:rsid w:val="003F798C"/>
    <w:rsid w:val="00411FA1"/>
    <w:rsid w:val="00487D8A"/>
    <w:rsid w:val="004A4B71"/>
    <w:rsid w:val="004A5F7F"/>
    <w:rsid w:val="004E5D5D"/>
    <w:rsid w:val="005540A7"/>
    <w:rsid w:val="005561F5"/>
    <w:rsid w:val="005E0B10"/>
    <w:rsid w:val="00601994"/>
    <w:rsid w:val="00606B4D"/>
    <w:rsid w:val="00651A66"/>
    <w:rsid w:val="00651A76"/>
    <w:rsid w:val="00656F60"/>
    <w:rsid w:val="006635BB"/>
    <w:rsid w:val="006A2DE5"/>
    <w:rsid w:val="006C0E9A"/>
    <w:rsid w:val="00731294"/>
    <w:rsid w:val="00741EC2"/>
    <w:rsid w:val="007447E1"/>
    <w:rsid w:val="007C776E"/>
    <w:rsid w:val="007D2DBA"/>
    <w:rsid w:val="008030DD"/>
    <w:rsid w:val="0080391E"/>
    <w:rsid w:val="00827F78"/>
    <w:rsid w:val="00833265"/>
    <w:rsid w:val="008466CA"/>
    <w:rsid w:val="008B7BD6"/>
    <w:rsid w:val="008F0EB0"/>
    <w:rsid w:val="00967A63"/>
    <w:rsid w:val="00995F3E"/>
    <w:rsid w:val="009B3777"/>
    <w:rsid w:val="009C2E1C"/>
    <w:rsid w:val="00A84128"/>
    <w:rsid w:val="00A9651A"/>
    <w:rsid w:val="00AF33D7"/>
    <w:rsid w:val="00AF6645"/>
    <w:rsid w:val="00B61FDF"/>
    <w:rsid w:val="00B620C6"/>
    <w:rsid w:val="00BC3C15"/>
    <w:rsid w:val="00C33F0D"/>
    <w:rsid w:val="00C443A3"/>
    <w:rsid w:val="00C82A53"/>
    <w:rsid w:val="00CB68F5"/>
    <w:rsid w:val="00CC655B"/>
    <w:rsid w:val="00DC60AE"/>
    <w:rsid w:val="00DD7115"/>
    <w:rsid w:val="00DE12CA"/>
    <w:rsid w:val="00E07A47"/>
    <w:rsid w:val="00E15219"/>
    <w:rsid w:val="00E24CBD"/>
    <w:rsid w:val="00E55417"/>
    <w:rsid w:val="00E85DE6"/>
    <w:rsid w:val="00EA2481"/>
    <w:rsid w:val="00F215FF"/>
    <w:rsid w:val="00FA2263"/>
    <w:rsid w:val="00FB6F14"/>
    <w:rsid w:val="00FC51B2"/>
    <w:rsid w:val="00FC73D6"/>
    <w:rsid w:val="00FE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efaultImageDpi w14:val="0"/>
  <w15:docId w15:val="{6E98E3E0-16FF-492A-A08C-30D5B937BF65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mt-M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994"/>
    <w:pPr>
      <w:spacing w:after="0" w:line="288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1994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601994"/>
    <w:pPr>
      <w:numPr>
        <w:ilvl w:val="1"/>
        <w:numId w:val="1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601994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601994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601994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601994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601994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01994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601994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StyleCenter">
    <w:name w:val="Main Style Center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color w:val="000000"/>
    </w:rPr>
  </w:style>
  <w:style w:type="character" w:customStyle="1" w:styleId="Heading3Char">
    <w:name w:val="Heading 3 Char"/>
    <w:basedOn w:val="DefaultParagraphFont"/>
    <w:link w:val="Heading3"/>
    <w:rPr>
      <w:rFonts w:ascii="Times New Roman" w:eastAsia="Times New Roman" w:hAnsi="Times New Roman" w:cs="Times New Roman"/>
      <w:lang w:val="mt-MT" w:eastAsia="en-US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lang w:val="mt-MT" w:eastAsia="en-US"/>
    </w:rPr>
  </w:style>
  <w:style w:type="paragraph" w:customStyle="1" w:styleId="MainStyleRight">
    <w:name w:val="Main Style Right"/>
    <w:uiPriority w:val="9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TitleStyle">
    <w:name w:val="Title Style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b/>
      <w:bCs/>
      <w:color w:val="000000"/>
    </w:rPr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kern w:val="28"/>
      <w:lang w:val="mt-MT" w:eastAsia="en-US"/>
    </w:rPr>
  </w:style>
  <w:style w:type="paragraph" w:styleId="FootnoteText">
    <w:name w:val="footnote text"/>
    <w:basedOn w:val="Normal"/>
    <w:link w:val="FootnoteTextChar"/>
    <w:qFormat/>
    <w:rsid w:val="00601994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9C2E1C"/>
    <w:rPr>
      <w:rFonts w:ascii="Times New Roman" w:eastAsia="Times New Roman" w:hAnsi="Times New Roman" w:cs="Times New Roman"/>
      <w:sz w:val="16"/>
      <w:lang w:val="mt-MT" w:eastAsia="en-US"/>
    </w:rPr>
  </w:style>
  <w:style w:type="character" w:styleId="FootnoteReference">
    <w:name w:val="footnote reference"/>
    <w:basedOn w:val="DefaultParagraphFont"/>
    <w:unhideWhenUsed/>
    <w:qFormat/>
    <w:rsid w:val="00601994"/>
    <w:rPr>
      <w:sz w:val="24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E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EB0"/>
    <w:rPr>
      <w:rFonts w:ascii="Segoe U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qFormat/>
    <w:rsid w:val="00601994"/>
  </w:style>
  <w:style w:type="character" w:customStyle="1" w:styleId="HeaderChar">
    <w:name w:val="Header Char"/>
    <w:basedOn w:val="DefaultParagraphFont"/>
    <w:link w:val="Header"/>
    <w:rsid w:val="000424D2"/>
    <w:rPr>
      <w:rFonts w:ascii="Times New Roman" w:eastAsia="Times New Roman" w:hAnsi="Times New Roman" w:cs="Times New Roman"/>
      <w:lang w:val="mt-MT" w:eastAsia="en-US"/>
    </w:rPr>
  </w:style>
  <w:style w:type="paragraph" w:styleId="Footer">
    <w:name w:val="footer"/>
    <w:basedOn w:val="Normal"/>
    <w:link w:val="FooterChar"/>
    <w:qFormat/>
    <w:rsid w:val="00601994"/>
  </w:style>
  <w:style w:type="character" w:customStyle="1" w:styleId="FooterChar">
    <w:name w:val="Footer Char"/>
    <w:basedOn w:val="DefaultParagraphFont"/>
    <w:link w:val="Footer"/>
    <w:rsid w:val="000424D2"/>
    <w:rPr>
      <w:rFonts w:ascii="Times New Roman" w:eastAsia="Times New Roman" w:hAnsi="Times New Roman" w:cs="Times New Roman"/>
      <w:lang w:val="mt-MT" w:eastAsia="en-US"/>
    </w:rPr>
  </w:style>
  <w:style w:type="character" w:customStyle="1" w:styleId="Heading4Char">
    <w:name w:val="Heading 4 Char"/>
    <w:basedOn w:val="DefaultParagraphFont"/>
    <w:link w:val="Heading4"/>
    <w:rsid w:val="000424D2"/>
    <w:rPr>
      <w:rFonts w:ascii="Times New Roman" w:eastAsia="Times New Roman" w:hAnsi="Times New Roman" w:cs="Times New Roman"/>
      <w:lang w:val="mt-MT" w:eastAsia="en-US"/>
    </w:rPr>
  </w:style>
  <w:style w:type="character" w:customStyle="1" w:styleId="Heading5Char">
    <w:name w:val="Heading 5 Char"/>
    <w:basedOn w:val="DefaultParagraphFont"/>
    <w:link w:val="Heading5"/>
    <w:rsid w:val="000424D2"/>
    <w:rPr>
      <w:rFonts w:ascii="Times New Roman" w:eastAsia="Times New Roman" w:hAnsi="Times New Roman" w:cs="Times New Roman"/>
      <w:lang w:val="mt-MT" w:eastAsia="en-US"/>
    </w:rPr>
  </w:style>
  <w:style w:type="character" w:customStyle="1" w:styleId="Heading6Char">
    <w:name w:val="Heading 6 Char"/>
    <w:basedOn w:val="DefaultParagraphFont"/>
    <w:link w:val="Heading6"/>
    <w:rsid w:val="000424D2"/>
    <w:rPr>
      <w:rFonts w:ascii="Times New Roman" w:eastAsia="Times New Roman" w:hAnsi="Times New Roman" w:cs="Times New Roman"/>
      <w:lang w:val="mt-MT" w:eastAsia="en-US"/>
    </w:rPr>
  </w:style>
  <w:style w:type="character" w:customStyle="1" w:styleId="Heading7Char">
    <w:name w:val="Heading 7 Char"/>
    <w:basedOn w:val="DefaultParagraphFont"/>
    <w:link w:val="Heading7"/>
    <w:rsid w:val="000424D2"/>
    <w:rPr>
      <w:rFonts w:ascii="Times New Roman" w:eastAsia="Times New Roman" w:hAnsi="Times New Roman" w:cs="Times New Roman"/>
      <w:lang w:val="mt-MT" w:eastAsia="en-US"/>
    </w:rPr>
  </w:style>
  <w:style w:type="character" w:customStyle="1" w:styleId="Heading8Char">
    <w:name w:val="Heading 8 Char"/>
    <w:basedOn w:val="DefaultParagraphFont"/>
    <w:link w:val="Heading8"/>
    <w:rsid w:val="000424D2"/>
    <w:rPr>
      <w:rFonts w:ascii="Times New Roman" w:eastAsia="Times New Roman" w:hAnsi="Times New Roman" w:cs="Times New Roman"/>
      <w:lang w:val="mt-MT" w:eastAsia="en-US"/>
    </w:rPr>
  </w:style>
  <w:style w:type="character" w:customStyle="1" w:styleId="Heading9Char">
    <w:name w:val="Heading 9 Char"/>
    <w:basedOn w:val="DefaultParagraphFont"/>
    <w:link w:val="Heading9"/>
    <w:rsid w:val="000424D2"/>
    <w:rPr>
      <w:rFonts w:ascii="Times New Roman" w:eastAsia="Times New Roman" w:hAnsi="Times New Roman" w:cs="Times New Roman"/>
      <w:lang w:val="mt-MT" w:eastAsia="en-US"/>
    </w:rPr>
  </w:style>
  <w:style w:type="paragraph" w:customStyle="1" w:styleId="quotes">
    <w:name w:val="quotes"/>
    <w:basedOn w:val="Normal"/>
    <w:next w:val="Normal"/>
    <w:rsid w:val="00601994"/>
    <w:pPr>
      <w:ind w:left="720"/>
    </w:pPr>
    <w:rPr>
      <w:i/>
    </w:rPr>
  </w:style>
  <w:style w:type="paragraph" w:styleId="ListParagraph">
    <w:name w:val="List Paragraph"/>
    <w:basedOn w:val="Normal"/>
    <w:uiPriority w:val="34"/>
    <w:qFormat/>
    <w:rsid w:val="000424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35B1"/>
    <w:rPr>
      <w:rFonts w:ascii="Times New Roman" w:hAnsi="Times New Roman"/>
      <w:color w:val="0563C1" w:themeColor="hyperlink"/>
      <w:sz w:val="22"/>
      <w:u w:val="single"/>
    </w:rPr>
  </w:style>
  <w:style w:type="paragraph" w:styleId="Revision">
    <w:name w:val="Revision"/>
    <w:hidden/>
    <w:uiPriority w:val="99"/>
    <w:semiHidden/>
    <w:rsid w:val="00651A66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3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pdesk@cor.europa.eu" TargetMode="External"/><Relationship Id="rId18" Type="http://schemas.openxmlformats.org/officeDocument/2006/relationships/customXml" Target="../customXml/item1.xml"/><Relationship Id="rId21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hyperlink" Target="https://memportal.cor.europa.eu/" TargetMode="External"/><Relationship Id="rId17" Type="http://schemas.openxmlformats.org/officeDocument/2006/relationships/theme" Target="theme/theme1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customXml" Target="../customXml/item2.xml"/><Relationship Id="rId9" Type="http://schemas.openxmlformats.org/officeDocument/2006/relationships/footnotes" Target="footnotes.xml"/><Relationship Id="rId14" Type="http://schemas.openxmlformats.org/officeDocument/2006/relationships/hyperlink" Target="mailto:helpdesk@cor.europa.eu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3T5AXJEHYTWU-1246943346-5377</_dlc_DocId>
    <_dlc_DocIdUrl xmlns="0b452354-65a4-4dd6-8824-e6b830247e3e">
      <Url>http://dm2016/cor/2020/_layouts/15/DocIdRedir.aspx?ID=3T5AXJEHYTWU-1246943346-5377</Url>
      <Description>3T5AXJEHYTWU-1246943346-5377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CONVPOJ</TermName>
          <TermId xmlns="http://schemas.microsoft.com/office/infopath/2007/PartnerControls">4be1222e-972b-4c27-a530-eec9a2dcd101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2020-11-19T12:00:00+00:00</ProductionDate>
    <FicheYear xmlns="0b452354-65a4-4dd6-8824-e6b830247e3e">2020</FicheYear>
    <DocumentNumber xmlns="4bbe3f12-7728-4332-8165-6531ead52725">4663</DocumentNumber>
    <DocumentVersion xmlns="0b452354-65a4-4dd6-8824-e6b830247e3e">3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33</Value>
      <Value>31</Value>
      <Value>30</Value>
      <Value>29</Value>
      <Value>27</Value>
      <Value>26</Value>
      <Value>25</Value>
      <Value>23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12754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303E6125-791F-4CC3-95A9-FD0C6FA93C84}"/>
</file>

<file path=customXml/itemProps2.xml><?xml version="1.0" encoding="utf-8"?>
<ds:datastoreItem xmlns:ds="http://schemas.openxmlformats.org/officeDocument/2006/customXml" ds:itemID="{12CD9F7E-348F-4EE5-9EBB-C008A19508BB}"/>
</file>

<file path=customXml/itemProps3.xml><?xml version="1.0" encoding="utf-8"?>
<ds:datastoreItem xmlns:ds="http://schemas.openxmlformats.org/officeDocument/2006/customXml" ds:itemID="{240767A2-FB5A-4970-B287-0689A651B466}"/>
</file>

<file path=customXml/itemProps4.xml><?xml version="1.0" encoding="utf-8"?>
<ds:datastoreItem xmlns:ds="http://schemas.openxmlformats.org/officeDocument/2006/customXml" ds:itemID="{19BA52DE-AECB-4A36-A7AD-BCE1E2635187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1606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of the 5h SEDEC commission meeting</vt:lpstr>
    </vt:vector>
  </TitlesOfParts>
  <Company/>
  <LinksUpToDate>false</LinksUpToDate>
  <CharactersWithSpaces>10742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Aġenda tal-5 laqgħa tal-Kummissjoni SEDEC</dc:title>
  <dc:creator>Daniela Pastina</dc:creator>
  <cp:keywords>COR-2020-04663-00-03-CONVPOJ-TRA-EN</cp:keywords>
  <dc:description>Rapporteur:  - Original language: EN - Date of document: 19/11/2020 - Date of meeting: 25/11/2020 - External documents:  - Administrator:  SATTA Valeria</dc:description>
  <cp:lastModifiedBy>Schembri Claudia</cp:lastModifiedBy>
  <cp:revision>5</cp:revision>
  <dcterms:created xsi:type="dcterms:W3CDTF">2020-11-19T13:38:00Z</dcterms:created>
  <dcterms:modified xsi:type="dcterms:W3CDTF">2020-11-19T14:33:00Z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19/11/2020, 18/11/2020, 27/10/2020, 21/10/2020</vt:lpwstr>
  </property>
  <property fmtid="{D5CDD505-2E9C-101B-9397-08002B2CF9AE}" pid="4" name="Pref_Time">
    <vt:lpwstr>14:12:09, 08:09:26, 19:41:53, 13:08:56</vt:lpwstr>
  </property>
  <property fmtid="{D5CDD505-2E9C-101B-9397-08002B2CF9AE}" pid="5" name="Pref_User">
    <vt:lpwstr>enied, enied, mkop, hnic</vt:lpwstr>
  </property>
  <property fmtid="{D5CDD505-2E9C-101B-9397-08002B2CF9AE}" pid="6" name="Pref_FileName">
    <vt:lpwstr>COR-2020-04663-00-03-CONVPOJ-ORI.docx, COR-2020-04663-00-02-CONVPOJ-ORI.docx, COR-2020-04663-00-01-CONVPOJ-ORI.docx, COR-2020-04663-00-00-CONVPOJ-ORI.docx</vt:lpwstr>
  </property>
  <property fmtid="{D5CDD505-2E9C-101B-9397-08002B2CF9AE}" pid="7" name="ContentTypeId">
    <vt:lpwstr>0x010100EA97B91038054C99906057A708A1480A00165174FC8F090445A2AE79FCF6D9A29A</vt:lpwstr>
  </property>
  <property fmtid="{D5CDD505-2E9C-101B-9397-08002B2CF9AE}" pid="8" name="_dlc_DocIdItemGuid">
    <vt:lpwstr>d193d7f9-d96a-4a97-b9f0-850930badb06</vt:lpwstr>
  </property>
  <property fmtid="{D5CDD505-2E9C-101B-9397-08002B2CF9AE}" pid="9" name="AvailableTranslations">
    <vt:lpwstr>34;#CS|72f9705b-0217-4fd3-bea2-cbc7ed80e26e;#16;#ES|e7a6b05b-ae16-40c8-add9-68b64b03aeba;#26;#SL|98a412ae-eb01-49e9-ae3d-585a81724cfc;#38;#RO|feb747a2-64cd-4299-af12-4833ddc30497;#25;#ET|ff6c3f4c-b02c-4c3c-ab07-2c37995a7a0a;#36;#FI|87606a43-d45f-42d6-b8c9-e1a3457db5b7;#7;#EN|f2175f21-25d7-44a3-96da-d6a61b075e1b;#30;#DA|5d49c027-8956-412b-aa16-e85a0f96ad0e;#19;#LT|a7ff5ce7-6123-4f68-865a-a57c31810414;#14;#MT|7df99101-6854-4a26-b53a-b88c0da02c26;#11;#IT|0774613c-01ed-4e5d-a25d-11d2388de825;#4;#FR|d2afafd3-4c81-4f60-8f52-ee33f2f54ff3;#23;#DE|f6b31e5a-26fa-4935-b661-318e46daf27e;#12;#EL|6d4f4d51-af9b-4650-94b4-4276bee85c91;#13;#HR|2f555653-ed1a-4fe6-8362-9082d95989e5;#35;#PT|50ccc04a-eadd-42ae-a0cb-acaf45f812ba;#37;#BG|1a1b3951-7821-4e6a-85f5-5673fc08bd2c;#27;#HU|6b229040-c589-4408-b4c1-4285663d20a8;#18;#NL|55c6556c-b4f4-441d-9acf-c498d4f838bd;#31;#LV|46f7e311-5d9f-4663-b433-18aeccb7ace7;#17;#PL|1e03da61-4678-4e07-b136-b5024ca9197b;#29;#SV|c2ed69e7-a339-43d7-8f22-d93680a92aa0;#15;#SK|46d9fce0-ef79-4f71-b89b-cd6aa82426b8</vt:lpwstr>
  </property>
  <property fmtid="{D5CDD505-2E9C-101B-9397-08002B2CF9AE}" pid="10" name="DocumentType_0">
    <vt:lpwstr>CONVPOJ|4be1222e-972b-4c27-a530-eec9a2dcd101</vt:lpwstr>
  </property>
  <property fmtid="{D5CDD505-2E9C-101B-9397-08002B2CF9AE}" pid="11" name="MeetingNumber">
    <vt:i4>5</vt:i4>
  </property>
  <property fmtid="{D5CDD505-2E9C-101B-9397-08002B2CF9AE}" pid="12" name="DossierName_0">
    <vt:lpwstr/>
  </property>
  <property fmtid="{D5CDD505-2E9C-101B-9397-08002B2CF9AE}" pid="13" name="DocumentSource_0">
    <vt:lpwstr>CoR|cb2d75ef-4a7d-4393-b797-49ed6298a5ea</vt:lpwstr>
  </property>
  <property fmtid="{D5CDD505-2E9C-101B-9397-08002B2CF9AE}" pid="14" name="DocumentNumber">
    <vt:i4>4663</vt:i4>
  </property>
  <property fmtid="{D5CDD505-2E9C-101B-9397-08002B2CF9AE}" pid="15" name="FicheYear">
    <vt:i4>2020</vt:i4>
  </property>
  <property fmtid="{D5CDD505-2E9C-101B-9397-08002B2CF9AE}" pid="16" name="DocumentVersion">
    <vt:i4>3</vt:i4>
  </property>
  <property fmtid="{D5CDD505-2E9C-101B-9397-08002B2CF9AE}" pid="17" name="DocumentStatus">
    <vt:lpwstr>8;#TRA|150d2a88-1431-44e6-a8ca-0bb753ab8672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/>
  </property>
  <property fmtid="{D5CDD505-2E9C-101B-9397-08002B2CF9AE}" pid="20" name="DocumentSource">
    <vt:lpwstr>1;#CoR|cb2d75ef-4a7d-4393-b797-49ed6298a5ea</vt:lpwstr>
  </property>
  <property fmtid="{D5CDD505-2E9C-101B-9397-08002B2CF9AE}" pid="22" name="DocumentType">
    <vt:lpwstr>33;#CONVPOJ|4be1222e-972b-4c27-a530-eec9a2dcd101</vt:lpwstr>
  </property>
  <property fmtid="{D5CDD505-2E9C-101B-9397-08002B2CF9AE}" pid="23" name="RequestingService">
    <vt:lpwstr>Commission SEDEC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SEDEC-VII|2234d809-5ab4-4b5b-84d4-8dd3531523c3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7;#EN|f2175f21-25d7-44a3-96da-d6a61b075e1b</vt:lpwstr>
  </property>
  <property fmtid="{D5CDD505-2E9C-101B-9397-08002B2CF9AE}" pid="28" name="MeetingName">
    <vt:lpwstr>50;#SEDEC-VII|2234d809-5ab4-4b5b-84d4-8dd3531523c3</vt:lpwstr>
  </property>
  <property fmtid="{D5CDD505-2E9C-101B-9397-08002B2CF9AE}" pid="29" name="MeetingDate">
    <vt:filetime>2020-11-25T12:00:00Z</vt:filetime>
  </property>
  <property fmtid="{D5CDD505-2E9C-101B-9397-08002B2CF9AE}" pid="30" name="AvailableTranslations_0">
    <vt:lpwstr>ES|e7a6b05b-ae16-40c8-add9-68b64b03aeba;EN|f2175f21-25d7-44a3-96da-d6a61b075e1b;LT|a7ff5ce7-6123-4f68-865a-a57c31810414;HU|6b229040-c589-4408-b4c1-4285663d20a8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50;#SEDEC-VII|2234d809-5ab4-4b5b-84d4-8dd3531523c3;#5;#Unrestricted|826e22d7-d029-4ec0-a450-0c28ff673572;#27;#HU|6b229040-c589-4408-b4c1-4285663d20a8;#8;#TRA|150d2a88-1431-44e6-a8ca-0bb753ab8672;#7;#EN|f2175f21-25d7-44a3-96da-d6a61b075e1b;#6;#Final|ea5e6674-7b27-4bac-b091-73adbb394efe;#33;#CONVPOJ|4be1222e-972b-4c27-a530-eec9a2dcd101;#19;#LT|a7ff5ce7-6123-4f68-865a-a57c31810414;#1;#CoR|cb2d75ef-4a7d-4393-b797-49ed6298a5ea;#16;#ES|e7a6b05b-ae16-40c8-add9-68b64b03aeba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2020</vt:i4>
  </property>
  <property fmtid="{D5CDD505-2E9C-101B-9397-08002B2CF9AE}" pid="37" name="FicheNumber">
    <vt:i4>12754</vt:i4>
  </property>
  <property fmtid="{D5CDD505-2E9C-101B-9397-08002B2CF9AE}" pid="38" name="DocumentLanguage">
    <vt:lpwstr>14;#MT|7df99101-6854-4a26-b53a-b88c0da02c26</vt:lpwstr>
  </property>
  <property fmtid="{D5CDD505-2E9C-101B-9397-08002B2CF9AE}" pid="39" name="_docset_NoMedatataSyncRequired">
    <vt:lpwstr>False</vt:lpwstr>
  </property>
</Properties>
</file>